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906" w:rsidRPr="003059E6" w:rsidRDefault="00E52906">
      <w:pPr>
        <w:rPr>
          <w:rFonts w:ascii="Trebuchet MS" w:hAnsi="Trebuchet MS"/>
          <w:sz w:val="24"/>
          <w:szCs w:val="24"/>
        </w:rPr>
      </w:pPr>
      <w:r w:rsidRPr="003059E6">
        <w:rPr>
          <w:rFonts w:ascii="Trebuchet MS" w:hAnsi="Trebuchet MS"/>
          <w:sz w:val="24"/>
          <w:szCs w:val="24"/>
        </w:rPr>
        <w:t>Questions for Blue Ribbon Focus Group….</w:t>
      </w:r>
    </w:p>
    <w:p w:rsidR="00E52906" w:rsidRPr="003059E6" w:rsidRDefault="00E52906">
      <w:pPr>
        <w:rPr>
          <w:rFonts w:ascii="Trebuchet MS" w:hAnsi="Trebuchet MS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sz w:val="22"/>
          <w:szCs w:val="22"/>
        </w:rPr>
      </w:pPr>
      <w:r w:rsidRPr="003059E6">
        <w:rPr>
          <w:sz w:val="22"/>
          <w:szCs w:val="22"/>
        </w:rPr>
        <w:t>How do you know when your students are using technology as an effective tool for learning? What do you see?</w:t>
      </w:r>
    </w:p>
    <w:p w:rsidR="00E52906" w:rsidRPr="008930D9" w:rsidRDefault="00E52906" w:rsidP="008930D9">
      <w:pPr>
        <w:pStyle w:val="NormalWeb"/>
        <w:ind w:left="720"/>
        <w:rPr>
          <w:sz w:val="22"/>
          <w:szCs w:val="22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With respect to your content w</w:t>
      </w:r>
      <w:r w:rsidRPr="003059E6">
        <w:rPr>
          <w:rFonts w:cs="Calibri"/>
          <w:sz w:val="22"/>
          <w:szCs w:val="22"/>
        </w:rPr>
        <w:t>hat is it that the use of the device allows you to do in your lesson that you could not do before?</w:t>
      </w:r>
    </w:p>
    <w:p w:rsidR="00E52906" w:rsidRPr="008930D9" w:rsidRDefault="00E52906" w:rsidP="008930D9">
      <w:pPr>
        <w:pStyle w:val="NormalWeb"/>
        <w:rPr>
          <w:rFonts w:cs="Calibri"/>
          <w:sz w:val="22"/>
          <w:szCs w:val="22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Describe a lesson or a unit that you modified utilizing technology?</w:t>
      </w:r>
    </w:p>
    <w:p w:rsidR="00E52906" w:rsidRDefault="00E52906" w:rsidP="008930D9">
      <w:pPr>
        <w:pStyle w:val="NormalWeb"/>
        <w:rPr>
          <w:rFonts w:cs="Calibri"/>
          <w:sz w:val="22"/>
          <w:szCs w:val="22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What instructional strategies did you incorporate?</w:t>
      </w:r>
    </w:p>
    <w:p w:rsidR="00E52906" w:rsidRDefault="00E52906" w:rsidP="00F21A8D">
      <w:pPr>
        <w:pStyle w:val="NormalWeb"/>
        <w:rPr>
          <w:rFonts w:ascii="Calibri" w:hAnsi="Calibri" w:cs="Calibri"/>
          <w:sz w:val="16"/>
          <w:szCs w:val="16"/>
        </w:rPr>
      </w:pPr>
      <w:r>
        <w:t xml:space="preserve">  </w:t>
      </w: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Through what technology tools or applications have your students developed any or all of the 4C’s?</w:t>
      </w:r>
    </w:p>
    <w:p w:rsidR="00E52906" w:rsidRDefault="00E52906" w:rsidP="00F1514E">
      <w:pPr>
        <w:pStyle w:val="NormalWeb"/>
        <w:rPr>
          <w:rFonts w:cs="Calibri"/>
          <w:sz w:val="22"/>
          <w:szCs w:val="22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Based on your expectations, what is the level of students consistently bringing their devices to class?</w:t>
      </w:r>
    </w:p>
    <w:p w:rsidR="00E52906" w:rsidRDefault="00E52906" w:rsidP="00A96556">
      <w:pPr>
        <w:pStyle w:val="ListParagraph"/>
        <w:rPr>
          <w:rFonts w:cs="Calibri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What do you</w:t>
      </w:r>
      <w:bookmarkStart w:id="0" w:name="_GoBack"/>
      <w:bookmarkEnd w:id="0"/>
      <w:r>
        <w:rPr>
          <w:rFonts w:cs="Calibri"/>
          <w:sz w:val="22"/>
          <w:szCs w:val="22"/>
        </w:rPr>
        <w:t xml:space="preserve"> think PD should look like for teachers in BYOD classrooms? </w:t>
      </w:r>
    </w:p>
    <w:p w:rsidR="00E52906" w:rsidRDefault="00E52906" w:rsidP="00680240">
      <w:pPr>
        <w:pStyle w:val="NormalWeb"/>
        <w:rPr>
          <w:rFonts w:cs="Calibri"/>
          <w:sz w:val="22"/>
          <w:szCs w:val="22"/>
        </w:rPr>
      </w:pPr>
    </w:p>
    <w:p w:rsidR="00E52906" w:rsidRDefault="00E52906" w:rsidP="008930D9">
      <w:pPr>
        <w:pStyle w:val="NormalWeb"/>
        <w:numPr>
          <w:ilvl w:val="0"/>
          <w:numId w:val="2"/>
        </w:numPr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Has the BYOD equipment and the supplemental devices provided by our district been satisfactory in meeting the goals of your lessons? </w:t>
      </w:r>
    </w:p>
    <w:p w:rsidR="00E52906" w:rsidRPr="003059E6" w:rsidRDefault="00E52906" w:rsidP="003059E6">
      <w:pPr>
        <w:pStyle w:val="NormalWeb"/>
        <w:rPr>
          <w:rFonts w:cs="Calibri"/>
          <w:sz w:val="22"/>
          <w:szCs w:val="22"/>
        </w:rPr>
      </w:pPr>
    </w:p>
    <w:p w:rsidR="00E52906" w:rsidRPr="003059E6" w:rsidRDefault="00E52906">
      <w:pPr>
        <w:rPr>
          <w:rFonts w:ascii="Trebuchet MS" w:hAnsi="Trebuchet MS"/>
        </w:rPr>
      </w:pPr>
    </w:p>
    <w:sectPr w:rsidR="00E52906" w:rsidRPr="003059E6" w:rsidSect="00A02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86583"/>
    <w:multiLevelType w:val="hybridMultilevel"/>
    <w:tmpl w:val="6694B99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F74685"/>
    <w:multiLevelType w:val="hybridMultilevel"/>
    <w:tmpl w:val="94F0541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C12"/>
    <w:rsid w:val="001063DA"/>
    <w:rsid w:val="001B193E"/>
    <w:rsid w:val="003059E6"/>
    <w:rsid w:val="00680240"/>
    <w:rsid w:val="008930D9"/>
    <w:rsid w:val="008A0425"/>
    <w:rsid w:val="00A02046"/>
    <w:rsid w:val="00A96556"/>
    <w:rsid w:val="00D12031"/>
    <w:rsid w:val="00E00C12"/>
    <w:rsid w:val="00E52906"/>
    <w:rsid w:val="00F1514E"/>
    <w:rsid w:val="00F2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04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059E6"/>
    <w:pPr>
      <w:spacing w:before="100" w:beforeAutospacing="1" w:after="100" w:afterAutospacing="1" w:line="240" w:lineRule="auto"/>
    </w:pPr>
    <w:rPr>
      <w:rFonts w:ascii="Trebuchet MS" w:eastAsia="Times New Roman" w:hAnsi="Trebuchet MS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893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63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660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121</Words>
  <Characters>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Blue Ribbon Focus Group…</dc:title>
  <dc:subject/>
  <dc:creator>Powers, Meg</dc:creator>
  <cp:keywords/>
  <dc:description/>
  <cp:lastModifiedBy>marcia.grant</cp:lastModifiedBy>
  <cp:revision>2</cp:revision>
  <dcterms:created xsi:type="dcterms:W3CDTF">2012-02-15T18:44:00Z</dcterms:created>
  <dcterms:modified xsi:type="dcterms:W3CDTF">2012-02-15T18:44:00Z</dcterms:modified>
</cp:coreProperties>
</file>